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174FD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2229D8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5ADE1E5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210AD9" w:rsidRPr="00210AD9">
        <w:rPr>
          <w:rFonts w:cstheme="minorHAnsi"/>
          <w:b/>
          <w:i/>
        </w:rPr>
        <w:t>Wykonanie dokumentacji projektowej i robót budowlanych w branży elektroenergetycznej w RE Zgierz-Pabianice i RE Łódź, w podziale na 4 niezależne części</w:t>
      </w:r>
      <w:r w:rsidRPr="00CC7E12">
        <w:rPr>
          <w:rFonts w:cstheme="minorHAnsi"/>
        </w:rPr>
        <w:t>,</w:t>
      </w:r>
      <w:r w:rsidR="009E157C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nr </w:t>
      </w:r>
      <w:r w:rsidR="002229D8" w:rsidRPr="002557F5">
        <w:rPr>
          <w:rFonts w:cstheme="minorHAnsi"/>
          <w:b/>
        </w:rPr>
        <w:t>POST/DYS/OLD/GZ/0</w:t>
      </w:r>
      <w:r w:rsidR="009E157C">
        <w:rPr>
          <w:rFonts w:cstheme="minorHAnsi"/>
          <w:b/>
        </w:rPr>
        <w:t>0</w:t>
      </w:r>
      <w:r w:rsidR="00210AD9">
        <w:rPr>
          <w:rFonts w:cstheme="minorHAnsi"/>
          <w:b/>
        </w:rPr>
        <w:t>143</w:t>
      </w:r>
      <w:r w:rsidR="002229D8" w:rsidRPr="002557F5">
        <w:rPr>
          <w:rFonts w:cstheme="minorHAnsi"/>
          <w:b/>
        </w:rPr>
        <w:t>/202</w:t>
      </w:r>
      <w:r w:rsidR="009E157C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AB769D3" w:rsidR="00CC7E12" w:rsidRDefault="00CC7E12" w:rsidP="00F2087D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F5B4867" w14:textId="77777777" w:rsidR="00F2087D" w:rsidRPr="00F2087D" w:rsidRDefault="00F2087D" w:rsidP="00F2087D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717"/>
      <w:gridCol w:w="3110"/>
    </w:tblGrid>
    <w:tr w:rsidR="00347E8D" w:rsidRPr="006B2C28" w14:paraId="3B896BDC" w14:textId="77777777" w:rsidTr="00210AD9">
      <w:trPr>
        <w:trHeight w:val="1140"/>
      </w:trPr>
      <w:tc>
        <w:tcPr>
          <w:tcW w:w="637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B62589" w14:textId="6639C3D9" w:rsidR="002229D8" w:rsidRDefault="00210AD9" w:rsidP="002229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10AD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</w:t>
          </w:r>
          <w:r w:rsidRPr="00210AD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elektroenergetycznej w RE Zgierz-Pabianice i RE Łódź, w podziale na 4 niezależne części.</w:t>
          </w:r>
        </w:p>
        <w:p w14:paraId="5205B493" w14:textId="205E9C22" w:rsidR="00347E8D" w:rsidRPr="006B2C28" w:rsidRDefault="002229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9E157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="00210AD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143</w:t>
          </w:r>
          <w:r w:rsidR="00B75FF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202</w:t>
          </w:r>
          <w:r w:rsidR="009E157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</w:tc>
      <w:tc>
        <w:tcPr>
          <w:tcW w:w="71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9B4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D0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FD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052C"/>
    <w:rsid w:val="00210AD9"/>
    <w:rsid w:val="002229D8"/>
    <w:rsid w:val="00224257"/>
    <w:rsid w:val="00224BEA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0B80"/>
    <w:rsid w:val="00362C4E"/>
    <w:rsid w:val="00366FFB"/>
    <w:rsid w:val="00367325"/>
    <w:rsid w:val="00371A75"/>
    <w:rsid w:val="00375780"/>
    <w:rsid w:val="00381365"/>
    <w:rsid w:val="00387A0D"/>
    <w:rsid w:val="003903C2"/>
    <w:rsid w:val="00395F60"/>
    <w:rsid w:val="003A448C"/>
    <w:rsid w:val="003A4CC6"/>
    <w:rsid w:val="003A5390"/>
    <w:rsid w:val="003A5D11"/>
    <w:rsid w:val="003A7C03"/>
    <w:rsid w:val="003B43F5"/>
    <w:rsid w:val="003B66FE"/>
    <w:rsid w:val="003D41B4"/>
    <w:rsid w:val="003D4FEB"/>
    <w:rsid w:val="003D6C11"/>
    <w:rsid w:val="003E050D"/>
    <w:rsid w:val="003E3958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1E6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065"/>
    <w:rsid w:val="007C6687"/>
    <w:rsid w:val="007C67FA"/>
    <w:rsid w:val="007D0675"/>
    <w:rsid w:val="007D1209"/>
    <w:rsid w:val="00812E3F"/>
    <w:rsid w:val="008130D5"/>
    <w:rsid w:val="0081735D"/>
    <w:rsid w:val="008217CE"/>
    <w:rsid w:val="00826229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146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782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157C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6635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13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5FFB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27B33"/>
    <w:rsid w:val="00D477D1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73A6"/>
    <w:rsid w:val="00E12F47"/>
    <w:rsid w:val="00E16545"/>
    <w:rsid w:val="00E2123D"/>
    <w:rsid w:val="00E26EE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87D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0B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POST/DYS/OLD/GZ/00143/2026                        </dmsv2SWPP2ObjectNumber>
    <dmsv2SWPP2SumMD5 xmlns="http://schemas.microsoft.com/sharepoint/v3">313c936eb5a9e587cdf88dba6cd0ad19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24161820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JEUP5JKVCYQC-1092029480-19185</_dlc_DocId>
    <_dlc_DocIdUrl xmlns="a19cb1c7-c5c7-46d4-85ae-d83685407bba">
      <Url>https://swpp2.dms.gkpge.pl/sites/41/_layouts/15/DocIdRedir.aspx?ID=JEUP5JKVCYQC-1092029480-19185</Url>
      <Description>JEUP5JKVCYQC-1092029480-19185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F121AC2-B50B-4950-BF3A-8465480710C8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8E660D-8F1B-47E7-864D-5B4595ADD64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800</Words>
  <Characters>4801</Characters>
  <Application>Microsoft Office Word</Application>
  <DocSecurity>0</DocSecurity>
  <Lines>40</Lines>
  <Paragraphs>11</Paragraphs>
  <ScaleCrop>false</ScaleCrop>
  <Company>PGE Systemy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13</cp:revision>
  <cp:lastPrinted>2024-07-15T11:21:00Z</cp:lastPrinted>
  <dcterms:created xsi:type="dcterms:W3CDTF">2025-11-25T07:33:00Z</dcterms:created>
  <dcterms:modified xsi:type="dcterms:W3CDTF">2026-01-20T12:44:00Z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7ac71cff-a92e-4fdb-86a0-5dbf514fc212</vt:lpwstr>
  </property>
</Properties>
</file>